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1C37B" w14:textId="7F77E747" w:rsidR="00C12DF3" w:rsidRPr="00E960BB" w:rsidRDefault="00B26FC4" w:rsidP="00C12DF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997F14">
        <w:rPr>
          <w:rFonts w:ascii="Times New Roman" w:hAnsi="Times New Roman"/>
          <w:b/>
          <w:bCs/>
        </w:rPr>
        <w:t xml:space="preserve">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12DF3" w:rsidRPr="00B169DF">
        <w:rPr>
          <w:rFonts w:ascii="Corbel" w:hAnsi="Corbel"/>
          <w:bCs/>
          <w:i/>
        </w:rPr>
        <w:t>Załącznik nr 1.5 do Zarządzenia Rektora UR nr</w:t>
      </w:r>
      <w:r w:rsidR="00DD7441">
        <w:rPr>
          <w:rFonts w:ascii="Corbel" w:hAnsi="Corbel"/>
          <w:bCs/>
          <w:i/>
        </w:rPr>
        <w:t xml:space="preserve"> 12</w:t>
      </w:r>
      <w:r w:rsidR="00C12DF3" w:rsidRPr="00B169DF">
        <w:rPr>
          <w:rFonts w:ascii="Corbel" w:hAnsi="Corbel"/>
          <w:bCs/>
          <w:i/>
        </w:rPr>
        <w:t>/20</w:t>
      </w:r>
      <w:r w:rsidR="00DD7441">
        <w:rPr>
          <w:rFonts w:ascii="Corbel" w:hAnsi="Corbel"/>
          <w:bCs/>
          <w:i/>
        </w:rPr>
        <w:t>19</w:t>
      </w:r>
    </w:p>
    <w:p w14:paraId="77A50525" w14:textId="77777777" w:rsidR="00C12DF3" w:rsidRPr="009C54AE" w:rsidRDefault="00C12DF3" w:rsidP="00C12DF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356E1" w14:textId="2CE1A0BC" w:rsidR="00C12DF3" w:rsidRPr="009C54AE" w:rsidRDefault="00C12DF3" w:rsidP="00C12DF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DD7441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DD7441">
        <w:rPr>
          <w:rFonts w:ascii="Corbel" w:hAnsi="Corbel"/>
          <w:b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>-</w:t>
      </w:r>
      <w:r w:rsidR="00EE6DC0">
        <w:rPr>
          <w:rFonts w:ascii="Corbel" w:hAnsi="Corbel"/>
          <w:b/>
          <w:smallCaps/>
          <w:sz w:val="24"/>
          <w:szCs w:val="24"/>
        </w:rPr>
        <w:t>202</w:t>
      </w:r>
      <w:r w:rsidR="00DD7441">
        <w:rPr>
          <w:rFonts w:ascii="Corbel" w:hAnsi="Corbel"/>
          <w:b/>
          <w:smallCaps/>
          <w:sz w:val="24"/>
          <w:szCs w:val="24"/>
        </w:rPr>
        <w:t>5</w:t>
      </w:r>
      <w:r w:rsidR="00EE6DC0">
        <w:rPr>
          <w:rFonts w:ascii="Corbel" w:hAnsi="Corbel"/>
          <w:b/>
          <w:smallCaps/>
          <w:sz w:val="24"/>
          <w:szCs w:val="24"/>
        </w:rPr>
        <w:t>/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DD7441">
        <w:rPr>
          <w:rFonts w:ascii="Corbel" w:hAnsi="Corbel"/>
          <w:b/>
          <w:smallCaps/>
          <w:sz w:val="24"/>
          <w:szCs w:val="24"/>
        </w:rPr>
        <w:t>6</w:t>
      </w:r>
    </w:p>
    <w:p w14:paraId="30E8A1B9" w14:textId="77777777" w:rsidR="00C12DF3" w:rsidRDefault="00C12DF3" w:rsidP="00C12D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910195" w14:textId="77777777" w:rsidR="0085747A" w:rsidRPr="00C12DF3" w:rsidRDefault="00C12DF3" w:rsidP="00C12D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40F6A6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74DE48" w14:textId="77777777" w:rsidTr="00B819C8">
        <w:tc>
          <w:tcPr>
            <w:tcW w:w="2694" w:type="dxa"/>
            <w:vAlign w:val="center"/>
          </w:tcPr>
          <w:p w14:paraId="51712D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E774B2" w14:textId="77777777" w:rsidR="0085747A" w:rsidRPr="009C54AE" w:rsidRDefault="00B26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Reglamentacja działalności lotniczej</w:t>
            </w:r>
          </w:p>
        </w:tc>
      </w:tr>
      <w:tr w:rsidR="0085747A" w:rsidRPr="009C54AE" w14:paraId="5485A803" w14:textId="77777777" w:rsidTr="00B819C8">
        <w:tc>
          <w:tcPr>
            <w:tcW w:w="2694" w:type="dxa"/>
            <w:vAlign w:val="center"/>
          </w:tcPr>
          <w:p w14:paraId="25802F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A43B5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794AF63" w14:textId="77777777" w:rsidTr="00B819C8">
        <w:tc>
          <w:tcPr>
            <w:tcW w:w="2694" w:type="dxa"/>
            <w:vAlign w:val="center"/>
          </w:tcPr>
          <w:p w14:paraId="268B5D6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8AD185" w14:textId="77777777" w:rsidR="0085747A" w:rsidRPr="00EE6DC0" w:rsidRDefault="00EE6DC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E6DC0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7B9FE5C4" w14:textId="77777777" w:rsidTr="00B819C8">
        <w:tc>
          <w:tcPr>
            <w:tcW w:w="2694" w:type="dxa"/>
            <w:vAlign w:val="center"/>
          </w:tcPr>
          <w:p w14:paraId="0E193B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F77B2" w14:textId="77777777" w:rsidR="0085747A" w:rsidRPr="009C54AE" w:rsidRDefault="00EE6D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435CB705" w14:textId="77777777" w:rsidTr="00B819C8">
        <w:tc>
          <w:tcPr>
            <w:tcW w:w="2694" w:type="dxa"/>
            <w:vAlign w:val="center"/>
          </w:tcPr>
          <w:p w14:paraId="403E85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81CB30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1ED22E0" w14:textId="77777777" w:rsidTr="00B819C8">
        <w:tc>
          <w:tcPr>
            <w:tcW w:w="2694" w:type="dxa"/>
            <w:vAlign w:val="center"/>
          </w:tcPr>
          <w:p w14:paraId="56E618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4E7BB8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F4A917C" w14:textId="77777777" w:rsidTr="00B819C8">
        <w:tc>
          <w:tcPr>
            <w:tcW w:w="2694" w:type="dxa"/>
            <w:vAlign w:val="center"/>
          </w:tcPr>
          <w:p w14:paraId="615FC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6831C8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602BFB29" w14:textId="77777777" w:rsidTr="00B819C8">
        <w:tc>
          <w:tcPr>
            <w:tcW w:w="2694" w:type="dxa"/>
            <w:vAlign w:val="center"/>
          </w:tcPr>
          <w:p w14:paraId="2ABC14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7E310A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24866EC4" w14:textId="77777777" w:rsidTr="00B819C8">
        <w:tc>
          <w:tcPr>
            <w:tcW w:w="2694" w:type="dxa"/>
            <w:vAlign w:val="center"/>
          </w:tcPr>
          <w:p w14:paraId="124F4C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320214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736840C8" w14:textId="77777777" w:rsidTr="00B819C8">
        <w:tc>
          <w:tcPr>
            <w:tcW w:w="2694" w:type="dxa"/>
            <w:vAlign w:val="center"/>
          </w:tcPr>
          <w:p w14:paraId="545423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75F1A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573A0AB6" w14:textId="77777777" w:rsidTr="00B819C8">
        <w:tc>
          <w:tcPr>
            <w:tcW w:w="2694" w:type="dxa"/>
            <w:vAlign w:val="center"/>
          </w:tcPr>
          <w:p w14:paraId="018A3E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973787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6C0CEA" w14:paraId="51A66B2D" w14:textId="77777777" w:rsidTr="00B819C8">
        <w:tc>
          <w:tcPr>
            <w:tcW w:w="2694" w:type="dxa"/>
            <w:vAlign w:val="center"/>
          </w:tcPr>
          <w:p w14:paraId="68B9D7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81910D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6C0CEA" w14:paraId="75D9F48E" w14:textId="77777777" w:rsidTr="00B819C8">
        <w:tc>
          <w:tcPr>
            <w:tcW w:w="2694" w:type="dxa"/>
            <w:vAlign w:val="center"/>
          </w:tcPr>
          <w:p w14:paraId="786A73D0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E9E3EE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4587D64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7347B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6619D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FABC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E75FE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A1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0094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C2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D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2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E3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1D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7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A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B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AC4328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38FB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BC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2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87CE" w14:textId="77777777" w:rsidR="00015B8F" w:rsidRPr="009C54AE" w:rsidRDefault="00C12D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F4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41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D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83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8B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AB1C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D25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59E6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E4BEF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B26FC4">
        <w:rPr>
          <w:rFonts w:ascii="Corbel" w:hAnsi="Corbel"/>
          <w:smallCaps w:val="0"/>
          <w:szCs w:val="24"/>
        </w:rPr>
        <w:t xml:space="preserve"> </w:t>
      </w:r>
    </w:p>
    <w:p w14:paraId="687DC20B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8A1D6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97BA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ED2DF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5D091D1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ADFCA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38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70906F" w14:textId="77777777" w:rsidTr="00745302">
        <w:tc>
          <w:tcPr>
            <w:tcW w:w="9670" w:type="dxa"/>
          </w:tcPr>
          <w:p w14:paraId="4AF8D783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4461D5F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AC7F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DB70B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4212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DF185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460303" w14:textId="77777777" w:rsidTr="00923D7D">
        <w:tc>
          <w:tcPr>
            <w:tcW w:w="851" w:type="dxa"/>
            <w:vAlign w:val="center"/>
          </w:tcPr>
          <w:p w14:paraId="78B50C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B28395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przejawów i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</w:p>
          <w:p w14:paraId="5F6ED826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3A670EA9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1EAA2F9B" w14:textId="77777777" w:rsidR="00755354" w:rsidRPr="006A72B3" w:rsidRDefault="00B26FC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01F1085B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</w:t>
            </w:r>
            <w:r w:rsidR="00B26FC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działalności lotniczej,</w:t>
            </w: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 oparciu o społeczną gospodarkę rynkową;</w:t>
            </w:r>
          </w:p>
          <w:p w14:paraId="16DA43A2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4E6156A6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452069B9" w14:textId="77777777" w:rsidTr="00923D7D">
        <w:tc>
          <w:tcPr>
            <w:tcW w:w="851" w:type="dxa"/>
            <w:vAlign w:val="center"/>
          </w:tcPr>
          <w:p w14:paraId="23EE425D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0674AD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9402A41" w14:textId="77777777" w:rsidTr="00923D7D">
        <w:tc>
          <w:tcPr>
            <w:tcW w:w="851" w:type="dxa"/>
            <w:vAlign w:val="center"/>
          </w:tcPr>
          <w:p w14:paraId="0784C46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0B6FC0B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DA1E5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E6346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87447A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61621CFA" w14:textId="77777777" w:rsidTr="00297CB6">
        <w:tc>
          <w:tcPr>
            <w:tcW w:w="1701" w:type="dxa"/>
            <w:vAlign w:val="center"/>
          </w:tcPr>
          <w:p w14:paraId="3FEE9AE7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3FB96EB4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47D8C09D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D473616" w14:textId="77777777" w:rsidTr="00297CB6">
        <w:tc>
          <w:tcPr>
            <w:tcW w:w="1701" w:type="dxa"/>
          </w:tcPr>
          <w:p w14:paraId="0BFE89C6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3EF83A6F" w14:textId="77777777" w:rsidR="0085747A" w:rsidRPr="009C54AE" w:rsidRDefault="00673E6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gospodarkę w ramach społecznej gospodarki rynkowej. Wskazuje przyczyny reglamentacji działalności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Opisuje procedury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 xml:space="preserve"> administracyjne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poprzedzające 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wykonywanie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działalnoś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ci lotniczej</w:t>
            </w:r>
          </w:p>
        </w:tc>
        <w:tc>
          <w:tcPr>
            <w:tcW w:w="1879" w:type="dxa"/>
          </w:tcPr>
          <w:p w14:paraId="53E6956E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FFF8662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18D34D3F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77CAAF3A" w14:textId="77777777" w:rsidTr="00297CB6">
        <w:tc>
          <w:tcPr>
            <w:tcW w:w="1701" w:type="dxa"/>
          </w:tcPr>
          <w:p w14:paraId="2FF2DFC8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137FC3D1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Wskazuje podstawy prawne reglamentacji rynku lotniczego. </w:t>
            </w:r>
          </w:p>
        </w:tc>
        <w:tc>
          <w:tcPr>
            <w:tcW w:w="1879" w:type="dxa"/>
          </w:tcPr>
          <w:p w14:paraId="2787D955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1A95265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3562A936" w14:textId="77777777" w:rsidTr="00297CB6">
        <w:tc>
          <w:tcPr>
            <w:tcW w:w="1701" w:type="dxa"/>
          </w:tcPr>
          <w:p w14:paraId="35B1294D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688A31BB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, procedury na zarządzanie lotniskiem użytku publicznego</w:t>
            </w:r>
          </w:p>
        </w:tc>
        <w:tc>
          <w:tcPr>
            <w:tcW w:w="1879" w:type="dxa"/>
          </w:tcPr>
          <w:p w14:paraId="18A2CD12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8A1E1DD" w14:textId="77777777" w:rsidR="0085747A" w:rsidRPr="006C0CEA" w:rsidRDefault="00496D5A" w:rsidP="006C0C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</w:tc>
      </w:tr>
      <w:tr w:rsidR="00297CB6" w14:paraId="3D5D5FD1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250252DD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65319E62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3B95F4FC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E44A28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0AFD9582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0252ACD2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42319940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03D10FFC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065EE0F6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00E8E981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3553660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38BC952F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35B40773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568E8A10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t>K_U02</w:t>
            </w:r>
          </w:p>
        </w:tc>
      </w:tr>
      <w:tr w:rsidR="00297CB6" w14:paraId="6682047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5B7CCDD6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14:paraId="5DF181A7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1507C7A0" w14:textId="77777777" w:rsidR="00297CB6" w:rsidRPr="006C0CEA" w:rsidRDefault="00673E64" w:rsidP="006C0CE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K_K02 </w:t>
            </w:r>
          </w:p>
        </w:tc>
      </w:tr>
      <w:tr w:rsidR="00297CB6" w14:paraId="78097ECA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24F12930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52C5CA83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08F6E6A6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02FB26BB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1F5207B2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>reści programowe</w:t>
      </w:r>
      <w:r w:rsidR="00B26FC4">
        <w:rPr>
          <w:rFonts w:ascii="Corbel" w:hAnsi="Corbel"/>
          <w:b/>
          <w:sz w:val="24"/>
          <w:szCs w:val="24"/>
        </w:rPr>
        <w:t xml:space="preserve"> </w:t>
      </w:r>
      <w:r w:rsidR="007327BD" w:rsidRPr="0020055A">
        <w:rPr>
          <w:rFonts w:ascii="Corbel" w:hAnsi="Corbel"/>
          <w:sz w:val="24"/>
          <w:szCs w:val="24"/>
        </w:rPr>
        <w:t xml:space="preserve"> </w:t>
      </w:r>
    </w:p>
    <w:p w14:paraId="28FDE8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DC59A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1E918D39" w14:textId="77777777" w:rsidTr="003D020C">
        <w:trPr>
          <w:trHeight w:val="85"/>
        </w:trPr>
        <w:tc>
          <w:tcPr>
            <w:tcW w:w="8502" w:type="dxa"/>
          </w:tcPr>
          <w:p w14:paraId="3367576C" w14:textId="77777777" w:rsidR="0085747A" w:rsidRPr="00B26FC4" w:rsidRDefault="0085747A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9C54AE" w14:paraId="3B818EFE" w14:textId="77777777" w:rsidTr="003D020C">
        <w:trPr>
          <w:trHeight w:val="85"/>
        </w:trPr>
        <w:tc>
          <w:tcPr>
            <w:tcW w:w="8502" w:type="dxa"/>
          </w:tcPr>
          <w:p w14:paraId="50E38605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Ogólna charakterystyka działań reglamentacyjnych w lotnictwie: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43993E24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a. pojęcie koncesji </w:t>
            </w:r>
          </w:p>
          <w:p w14:paraId="68F1BA20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b. pojęcie zezwolenia </w:t>
            </w:r>
          </w:p>
          <w:p w14:paraId="1C7E4FAB" w14:textId="77777777" w:rsidR="0085747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inne formy reglamentacji (tzw. użytek publiczny)</w:t>
            </w:r>
          </w:p>
          <w:p w14:paraId="34C31822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4D659F71" w14:textId="77777777" w:rsidTr="003D020C">
        <w:trPr>
          <w:trHeight w:val="85"/>
        </w:trPr>
        <w:tc>
          <w:tcPr>
            <w:tcW w:w="8502" w:type="dxa"/>
          </w:tcPr>
          <w:p w14:paraId="74577A6A" w14:textId="77777777" w:rsidR="00B26FC4" w:rsidRPr="00B26FC4" w:rsidRDefault="0020055A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2.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Koncesje w prawie lotniczym </w:t>
            </w:r>
          </w:p>
          <w:p w14:paraId="5B003409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Ogólna charakterystyka działalności objętej koncesjami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lotnictwie </w:t>
            </w:r>
          </w:p>
          <w:p w14:paraId="31D91D1B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Ważniejsze wyjątki</w:t>
            </w:r>
          </w:p>
          <w:p w14:paraId="713E547F" w14:textId="77777777" w:rsidR="00C81AC6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Charakterystyka podmiotów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udzielających koncesji</w:t>
            </w:r>
          </w:p>
          <w:p w14:paraId="7F3C751C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4F88E464" w14:textId="77777777" w:rsidTr="003D020C">
        <w:trPr>
          <w:trHeight w:val="707"/>
        </w:trPr>
        <w:tc>
          <w:tcPr>
            <w:tcW w:w="8502" w:type="dxa"/>
          </w:tcPr>
          <w:p w14:paraId="4EA29E06" w14:textId="77777777" w:rsidR="00B26FC4" w:rsidRPr="00B26FC4" w:rsidRDefault="00C81AC6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>3.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wydania koncesji na przewóz lotniczy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4F951C34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Elementy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wniosku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 udzielenie koncesji</w:t>
            </w:r>
          </w:p>
          <w:p w14:paraId="2667D06F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Obowiązek przedstawienia koncesji do zatwierdzenia</w:t>
            </w:r>
          </w:p>
          <w:p w14:paraId="77B3E81F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 Decyzje w sprawie koncesji; koncesja tymczasowa</w:t>
            </w:r>
          </w:p>
          <w:p w14:paraId="4BDCD723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Procedury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dokonywania ocena sytuacji finansowej przewoźnika.</w:t>
            </w:r>
          </w:p>
          <w:p w14:paraId="72362683" w14:textId="77777777" w:rsidR="0020055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e. Ważniejsze obowiązki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zgłaszania zmian danych objętych wnioskiem o udzielenie koncesji</w:t>
            </w:r>
          </w:p>
          <w:p w14:paraId="227076C3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72A3B16E" w14:textId="77777777" w:rsidTr="003D020C">
        <w:trPr>
          <w:trHeight w:val="387"/>
        </w:trPr>
        <w:tc>
          <w:tcPr>
            <w:tcW w:w="8502" w:type="dxa"/>
          </w:tcPr>
          <w:p w14:paraId="51AEAA17" w14:textId="77777777" w:rsidR="00B26FC4" w:rsidRPr="00B26FC4" w:rsidRDefault="0020055A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4.</w:t>
            </w:r>
            <w:r w:rsidR="00C81AC6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Procedury wydawania zezwoleń w prawie lotniczym:</w:t>
            </w:r>
          </w:p>
          <w:p w14:paraId="34C0256C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Przegląd działań przed złożeniem wniosku</w:t>
            </w:r>
          </w:p>
          <w:p w14:paraId="4A687DBF" w14:textId="77777777" w:rsidR="00C81AC6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Sposoby gromadzenia dokumentacji i analizy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kosztów</w:t>
            </w:r>
          </w:p>
          <w:p w14:paraId="25ACD63D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39269E28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0CDACFE9" w14:textId="77777777" w:rsidR="00B26FC4" w:rsidRPr="00B26FC4" w:rsidRDefault="00851D1C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5.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wydawania zezwolenia na zarządzanie lotniskiem użytku publicznego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4166D65E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Etapy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opracowania wniosku o udzielenie zezwolenia na zarządzanie lotniskiem użytku publicznego; odmowa,</w:t>
            </w:r>
          </w:p>
          <w:p w14:paraId="213A9AE2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Przegląd sytuacji prawnych powodujących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cofnięcie lub zmianę zezwolenia;</w:t>
            </w:r>
          </w:p>
          <w:p w14:paraId="6054958F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Typowe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elementy zezwolenia.</w:t>
            </w:r>
          </w:p>
          <w:p w14:paraId="27FA7767" w14:textId="77777777" w:rsidR="00851D1C" w:rsidRDefault="00B26FC4" w:rsidP="00B26FC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Przegląd najnowszych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wymagań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 zakresie dokumentów oraz informacji przedstawianych przy ubieganiu się o zezwolenie na zarządzanie lotniskiem użytku publicznego</w:t>
            </w:r>
          </w:p>
          <w:p w14:paraId="4EC365D6" w14:textId="77777777" w:rsidR="00B26FC4" w:rsidRPr="00B26FC4" w:rsidRDefault="00B26FC4" w:rsidP="00B26FC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FD1855" w:rsidRPr="009C54AE" w14:paraId="3C376FCD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198E2F16" w14:textId="77777777" w:rsidR="00B26FC4" w:rsidRPr="00B26FC4" w:rsidRDefault="00FD1855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sz w:val="20"/>
                <w:szCs w:val="20"/>
              </w:rPr>
              <w:t>6</w:t>
            </w:r>
            <w:r w:rsidR="00851D1C" w:rsidRPr="00B26FC4">
              <w:rPr>
                <w:rFonts w:ascii="Corbel" w:hAnsi="Corbel"/>
                <w:b/>
                <w:sz w:val="20"/>
                <w:szCs w:val="20"/>
              </w:rPr>
              <w:t xml:space="preserve">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Zezwolenie na wykonywanie obsługi naziemnej</w:t>
            </w:r>
          </w:p>
          <w:p w14:paraId="7EB12E90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Usługi wchodzące w skład obsługi naziemnej.</w:t>
            </w:r>
          </w:p>
          <w:p w14:paraId="6E5446C4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Zasada ograniczenia liczby zezwoleń dla agentów obsługi naziemnej lub liczby użytkowników wykonujących własną obsługę naziemną.</w:t>
            </w:r>
          </w:p>
          <w:p w14:paraId="322BC22B" w14:textId="77777777" w:rsidR="00851D1C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Ważniejsze przesłanki odmowy do wydania, zawieszenie lub cofnięcie zezwolenia na świadczenie obsługi naziemnej</w:t>
            </w:r>
          </w:p>
          <w:p w14:paraId="53C4B3ED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</w:tbl>
    <w:p w14:paraId="35C8EA1C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77C9F77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444336" w14:textId="77777777" w:rsidTr="00923D7D">
        <w:tc>
          <w:tcPr>
            <w:tcW w:w="9639" w:type="dxa"/>
          </w:tcPr>
          <w:p w14:paraId="1A2721B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4F623F8" w14:textId="77777777" w:rsidTr="00923D7D">
        <w:tc>
          <w:tcPr>
            <w:tcW w:w="9639" w:type="dxa"/>
          </w:tcPr>
          <w:p w14:paraId="57D36C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4BABF6B" w14:textId="77777777" w:rsidTr="00923D7D">
        <w:tc>
          <w:tcPr>
            <w:tcW w:w="9639" w:type="dxa"/>
          </w:tcPr>
          <w:p w14:paraId="51CEC7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D5AB51" w14:textId="77777777" w:rsidTr="00923D7D">
        <w:tc>
          <w:tcPr>
            <w:tcW w:w="9639" w:type="dxa"/>
          </w:tcPr>
          <w:p w14:paraId="0B4E31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1A35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5220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46D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105E7A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40054D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85B4D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787F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CE2B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C12DF3" w:rsidRPr="009C54AE" w14:paraId="36D91342" w14:textId="77777777" w:rsidTr="001C3E68">
        <w:tc>
          <w:tcPr>
            <w:tcW w:w="1990" w:type="dxa"/>
            <w:vAlign w:val="center"/>
          </w:tcPr>
          <w:p w14:paraId="676BCFEB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1458D1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A019B9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6207B934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58E86A" w14:textId="77777777" w:rsidR="00C12DF3" w:rsidRPr="009C54AE" w:rsidRDefault="00C12DF3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12DF3" w:rsidRPr="009C54AE" w14:paraId="6EE814C9" w14:textId="77777777" w:rsidTr="001C3E68">
        <w:tc>
          <w:tcPr>
            <w:tcW w:w="1990" w:type="dxa"/>
          </w:tcPr>
          <w:p w14:paraId="40C4A245" w14:textId="77777777" w:rsidR="00C12DF3" w:rsidRPr="005E6E85" w:rsidRDefault="00C12DF3" w:rsidP="001C3E6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5291FBFE" w14:textId="77777777" w:rsidR="00C12DF3" w:rsidRPr="008C224F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224F">
              <w:rPr>
                <w:rFonts w:ascii="Corbel" w:hAnsi="Corbel"/>
                <w:b w:val="0"/>
                <w:szCs w:val="24"/>
              </w:rPr>
              <w:t>dyskusja w trakcie konwersatorium</w:t>
            </w:r>
          </w:p>
        </w:tc>
        <w:tc>
          <w:tcPr>
            <w:tcW w:w="2129" w:type="dxa"/>
          </w:tcPr>
          <w:p w14:paraId="457D31B0" w14:textId="77777777" w:rsidR="00C12DF3" w:rsidRPr="00C03A78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12DF3" w:rsidRPr="009C54AE" w14:paraId="309FA40F" w14:textId="77777777" w:rsidTr="001C3E68">
        <w:trPr>
          <w:trHeight w:val="260"/>
        </w:trPr>
        <w:tc>
          <w:tcPr>
            <w:tcW w:w="1990" w:type="dxa"/>
          </w:tcPr>
          <w:p w14:paraId="587259C8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B23C0" w14:textId="77777777" w:rsidR="00C12DF3" w:rsidRPr="00C03A78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8C74B47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2ED16BCC" w14:textId="77777777" w:rsidTr="001C3E68">
        <w:trPr>
          <w:trHeight w:val="290"/>
        </w:trPr>
        <w:tc>
          <w:tcPr>
            <w:tcW w:w="1990" w:type="dxa"/>
          </w:tcPr>
          <w:p w14:paraId="77658EF0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2995EF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C69B854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0D5AEB87" w14:textId="77777777" w:rsidTr="001C3E68">
        <w:trPr>
          <w:trHeight w:val="300"/>
        </w:trPr>
        <w:tc>
          <w:tcPr>
            <w:tcW w:w="1990" w:type="dxa"/>
          </w:tcPr>
          <w:p w14:paraId="33213F8F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D90319C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FCBED49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250363C5" w14:textId="77777777" w:rsidTr="001C3E68">
        <w:trPr>
          <w:trHeight w:val="240"/>
        </w:trPr>
        <w:tc>
          <w:tcPr>
            <w:tcW w:w="1990" w:type="dxa"/>
          </w:tcPr>
          <w:p w14:paraId="740A63FF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DAB1231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6E5B2A6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:rsidRPr="009C54AE" w14:paraId="235FBF10" w14:textId="77777777" w:rsidTr="001C3E68">
        <w:trPr>
          <w:trHeight w:val="350"/>
        </w:trPr>
        <w:tc>
          <w:tcPr>
            <w:tcW w:w="1990" w:type="dxa"/>
          </w:tcPr>
          <w:p w14:paraId="0E1751C3" w14:textId="77777777" w:rsidR="00C12DF3" w:rsidRPr="009C54AE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FA86D79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B7C874E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14:paraId="6A511B1C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2B3188E1" w14:textId="77777777" w:rsidR="00C12DF3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65CDED4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3DD429B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12DF3" w14:paraId="6BA3B0A1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4489E31A" w14:textId="77777777" w:rsidR="00C12DF3" w:rsidRDefault="00C12DF3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DA45CB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8B4656B" w14:textId="77777777" w:rsidR="00C12DF3" w:rsidRPr="00C03A78" w:rsidRDefault="00C12DF3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01BC0C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68E9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D83C6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CB6AD" w14:textId="77777777" w:rsidTr="00923D7D">
        <w:tc>
          <w:tcPr>
            <w:tcW w:w="9670" w:type="dxa"/>
          </w:tcPr>
          <w:p w14:paraId="3192F3B8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30190D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760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CCB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897940" w14:textId="77777777" w:rsidTr="003E1941">
        <w:tc>
          <w:tcPr>
            <w:tcW w:w="4962" w:type="dxa"/>
            <w:vAlign w:val="center"/>
          </w:tcPr>
          <w:p w14:paraId="449CE41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1E7E6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A1FCE76" w14:textId="77777777" w:rsidTr="00923D7D">
        <w:tc>
          <w:tcPr>
            <w:tcW w:w="4962" w:type="dxa"/>
          </w:tcPr>
          <w:p w14:paraId="5CFD76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B7D5B6" w14:textId="77777777" w:rsidR="00185B26" w:rsidRDefault="00C12DF3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618E45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2A7C2B4" w14:textId="77777777" w:rsidTr="00923D7D">
        <w:tc>
          <w:tcPr>
            <w:tcW w:w="4962" w:type="dxa"/>
          </w:tcPr>
          <w:p w14:paraId="21403D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7C11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A90EC1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3A2898E" w14:textId="77777777" w:rsidTr="00923D7D">
        <w:tc>
          <w:tcPr>
            <w:tcW w:w="4962" w:type="dxa"/>
          </w:tcPr>
          <w:p w14:paraId="48E53CE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D5DF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F19309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6CF2E155" w14:textId="77777777" w:rsidTr="00923D7D">
        <w:tc>
          <w:tcPr>
            <w:tcW w:w="4962" w:type="dxa"/>
          </w:tcPr>
          <w:p w14:paraId="0D83B2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60CF06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392B296" w14:textId="77777777" w:rsidTr="00923D7D">
        <w:tc>
          <w:tcPr>
            <w:tcW w:w="4962" w:type="dxa"/>
          </w:tcPr>
          <w:p w14:paraId="3CBB77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D16EC0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DA01A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7D4E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731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542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C08407" w14:textId="77777777" w:rsidTr="0071620A">
        <w:trPr>
          <w:trHeight w:val="397"/>
        </w:trPr>
        <w:tc>
          <w:tcPr>
            <w:tcW w:w="3544" w:type="dxa"/>
          </w:tcPr>
          <w:p w14:paraId="71F2FD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E4F6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4CCA285" w14:textId="77777777" w:rsidTr="0071620A">
        <w:trPr>
          <w:trHeight w:val="397"/>
        </w:trPr>
        <w:tc>
          <w:tcPr>
            <w:tcW w:w="3544" w:type="dxa"/>
          </w:tcPr>
          <w:p w14:paraId="4F95C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C29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837CD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592A9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BC468B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09D3E281" w14:textId="77777777" w:rsidTr="0071620A">
        <w:trPr>
          <w:trHeight w:val="397"/>
        </w:trPr>
        <w:tc>
          <w:tcPr>
            <w:tcW w:w="7513" w:type="dxa"/>
          </w:tcPr>
          <w:p w14:paraId="08F2A168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5F26D398" w14:textId="77777777" w:rsidR="00451C12" w:rsidRDefault="00451C12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Łuczak K. (red.),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Zarządzanie bezpieczeństwem w lotnictwie cywilnym,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Katowice 2016,</w:t>
            </w:r>
          </w:p>
          <w:p w14:paraId="6F904CA0" w14:textId="77777777" w:rsidR="00671082" w:rsidRPr="00671082" w:rsidRDefault="000360DB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0DD8913C" w14:textId="77777777" w:rsidR="005721D5" w:rsidRPr="00671082" w:rsidRDefault="005721D5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48486F0E" w14:textId="77777777" w:rsidR="00671082" w:rsidRPr="00671082" w:rsidRDefault="00671082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1DD95823" w14:textId="77777777" w:rsidR="00671082" w:rsidRPr="00671082" w:rsidRDefault="00671082" w:rsidP="006C0CEA">
            <w:pPr>
              <w:pStyle w:val="NormalnyWeb"/>
              <w:numPr>
                <w:ilvl w:val="0"/>
                <w:numId w:val="3"/>
              </w:numPr>
              <w:ind w:left="313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 xml:space="preserve">Prawo konkurencji w prawie lotniczym (przegląd ważniejszych rozwiązań) [w:] „Aktualne problemy prawa lotniczego”, red. E. Dynia, P. Cieciński, Rzeszów 2015, s. 194 - 204 </w:t>
            </w:r>
          </w:p>
          <w:p w14:paraId="3616E758" w14:textId="77777777" w:rsidR="0085747A" w:rsidRDefault="000360DB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27B5F064" w14:textId="77777777" w:rsidR="005721D5" w:rsidRPr="005721D5" w:rsidRDefault="005721D5" w:rsidP="006C0CE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6C0CEA" w14:paraId="04B8312A" w14:textId="77777777" w:rsidTr="003D020C">
        <w:trPr>
          <w:trHeight w:val="272"/>
        </w:trPr>
        <w:tc>
          <w:tcPr>
            <w:tcW w:w="7513" w:type="dxa"/>
          </w:tcPr>
          <w:p w14:paraId="20A52EDB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7C033FAD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23AED1ED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R. Singh, S. Kaul, S. Deva Rao, International conference on current developments in air &amp; space law, dostęp online: http://nludelhi.ac.in/download/publication/2015/Current%20Developments%20in%20Air%20and%20Space%20Law.pdf</w:t>
            </w:r>
          </w:p>
        </w:tc>
      </w:tr>
    </w:tbl>
    <w:p w14:paraId="2942D759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44C48ED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D966C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7959" w14:textId="77777777" w:rsidR="0091047C" w:rsidRDefault="0091047C" w:rsidP="00C16ABF">
      <w:pPr>
        <w:spacing w:after="0" w:line="240" w:lineRule="auto"/>
      </w:pPr>
      <w:r>
        <w:separator/>
      </w:r>
    </w:p>
  </w:endnote>
  <w:endnote w:type="continuationSeparator" w:id="0">
    <w:p w14:paraId="2AF8DAA8" w14:textId="77777777" w:rsidR="0091047C" w:rsidRDefault="009104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629C" w14:textId="77777777" w:rsidR="0091047C" w:rsidRDefault="0091047C" w:rsidP="00C16ABF">
      <w:pPr>
        <w:spacing w:after="0" w:line="240" w:lineRule="auto"/>
      </w:pPr>
      <w:r>
        <w:separator/>
      </w:r>
    </w:p>
  </w:footnote>
  <w:footnote w:type="continuationSeparator" w:id="0">
    <w:p w14:paraId="1080F7C8" w14:textId="77777777" w:rsidR="0091047C" w:rsidRDefault="0091047C" w:rsidP="00C16ABF">
      <w:pPr>
        <w:spacing w:after="0" w:line="240" w:lineRule="auto"/>
      </w:pPr>
      <w:r>
        <w:continuationSeparator/>
      </w:r>
    </w:p>
  </w:footnote>
  <w:footnote w:id="1">
    <w:p w14:paraId="066112FE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756940">
    <w:abstractNumId w:val="2"/>
  </w:num>
  <w:num w:numId="2" w16cid:durableId="560750040">
    <w:abstractNumId w:val="5"/>
  </w:num>
  <w:num w:numId="3" w16cid:durableId="1479103437">
    <w:abstractNumId w:val="4"/>
  </w:num>
  <w:num w:numId="4" w16cid:durableId="574626741">
    <w:abstractNumId w:val="1"/>
  </w:num>
  <w:num w:numId="5" w16cid:durableId="1658994749">
    <w:abstractNumId w:val="3"/>
  </w:num>
  <w:num w:numId="6" w16cid:durableId="18288586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A6980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4ABE"/>
    <w:rsid w:val="003018BA"/>
    <w:rsid w:val="0030395F"/>
    <w:rsid w:val="00305C92"/>
    <w:rsid w:val="003151C5"/>
    <w:rsid w:val="003179EC"/>
    <w:rsid w:val="003343CF"/>
    <w:rsid w:val="00344ADC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00F5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3598F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C0CEA"/>
    <w:rsid w:val="006C3B5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6E29"/>
    <w:rsid w:val="0091047C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F44"/>
    <w:rsid w:val="00C12DF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8A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659"/>
    <w:rsid w:val="00DD7441"/>
    <w:rsid w:val="00DD7AAF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1796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EE6DC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506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BA34-097E-394E-81EE-AC83511D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1234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2023-10-16T09:41:00Z</dcterms:created>
  <dcterms:modified xsi:type="dcterms:W3CDTF">2023-10-31T08:03:00Z</dcterms:modified>
</cp:coreProperties>
</file>